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69E2D241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AF46CF" w:rsidP="00AF46CF" w:rsidRDefault="00AF46CF" w14:paraId="5A05D5A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F46CF" w:rsidP="00AF46CF" w:rsidRDefault="00AF46CF" w14:paraId="2CE15E1A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2019-2022</w:t>
      </w:r>
    </w:p>
    <w:p w:rsidRPr="00E93CC6" w:rsidR="00AF46CF" w:rsidP="00AF46CF" w:rsidRDefault="00AF46CF" w14:paraId="5CE3D267" w14:textId="0ADF9574">
      <w:pPr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>
        <w:rPr>
          <w:rFonts w:ascii="Corbel" w:hAnsi="Corbel"/>
          <w:sz w:val="20"/>
          <w:szCs w:val="20"/>
        </w:rPr>
        <w:t>0</w:t>
      </w:r>
      <w:r w:rsidRPr="00E93CC6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:rsidRPr="009C54AE" w:rsidR="0085747A" w:rsidP="009C54AE" w:rsidRDefault="0071620A" w14:paraId="388E026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03953DD3" w14:textId="77777777">
        <w:tc>
          <w:tcPr>
            <w:tcW w:w="2694" w:type="dxa"/>
            <w:vAlign w:val="center"/>
          </w:tcPr>
          <w:p w:rsidRPr="009C54AE" w:rsidR="0085747A" w:rsidP="009C54AE" w:rsidRDefault="00C05F44" w14:paraId="3AFFBA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6063C" w14:paraId="7FAF4FC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Regionalne i Lokalne</w:t>
            </w:r>
          </w:p>
        </w:tc>
      </w:tr>
      <w:tr w:rsidRPr="009C54AE" w:rsidR="0085747A" w:rsidTr="00B819C8" w14:paraId="0BA52BC8" w14:textId="77777777">
        <w:tc>
          <w:tcPr>
            <w:tcW w:w="2694" w:type="dxa"/>
            <w:vAlign w:val="center"/>
          </w:tcPr>
          <w:p w:rsidRPr="009C54AE" w:rsidR="0085747A" w:rsidP="009C54AE" w:rsidRDefault="00C05F44" w14:paraId="0F716CB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66063C" w:rsidR="0085747A" w:rsidP="0066063C" w:rsidRDefault="0066063C" w14:paraId="0D658B7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6063C">
              <w:rPr>
                <w:rFonts w:ascii="Corbel" w:hAnsi="Corbel"/>
                <w:sz w:val="24"/>
                <w:szCs w:val="24"/>
              </w:rPr>
              <w:t>E/I/GRiL/C-1.2b</w:t>
            </w:r>
          </w:p>
        </w:tc>
      </w:tr>
      <w:tr w:rsidRPr="009C54AE" w:rsidR="0085747A" w:rsidTr="00B819C8" w14:paraId="44930085" w14:textId="77777777">
        <w:tc>
          <w:tcPr>
            <w:tcW w:w="2694" w:type="dxa"/>
            <w:vAlign w:val="center"/>
          </w:tcPr>
          <w:p w:rsidRPr="009C54AE" w:rsidR="0085747A" w:rsidP="00EA4832" w:rsidRDefault="0017512A" w14:paraId="5A8D4450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788294C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48A686C7" w14:textId="77777777">
        <w:tc>
          <w:tcPr>
            <w:tcW w:w="2694" w:type="dxa"/>
            <w:vAlign w:val="center"/>
          </w:tcPr>
          <w:p w:rsidRPr="009C54AE" w:rsidR="0085747A" w:rsidP="009C54AE" w:rsidRDefault="0085747A" w14:paraId="5687C0F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32F19" w14:paraId="3102849F" w14:textId="10ADAF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41CC7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Pr="009C54AE" w:rsidR="0085747A" w:rsidTr="00B819C8" w14:paraId="3CE48B05" w14:textId="77777777">
        <w:tc>
          <w:tcPr>
            <w:tcW w:w="2694" w:type="dxa"/>
            <w:vAlign w:val="center"/>
          </w:tcPr>
          <w:p w:rsidRPr="009C54AE" w:rsidR="0085747A" w:rsidP="009C54AE" w:rsidRDefault="0085747A" w14:paraId="378D50E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6063C" w14:paraId="43660BE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356338FD" w14:textId="77777777">
        <w:tc>
          <w:tcPr>
            <w:tcW w:w="2694" w:type="dxa"/>
            <w:vAlign w:val="center"/>
          </w:tcPr>
          <w:p w:rsidRPr="009C54AE" w:rsidR="0085747A" w:rsidP="009C54AE" w:rsidRDefault="00DE4A14" w14:paraId="26B605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41CC7" w14:paraId="2FF71812" w14:textId="31854C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Pr="009C54AE" w:rsidR="0085747A" w:rsidTr="00B819C8" w14:paraId="612CBAAC" w14:textId="77777777">
        <w:tc>
          <w:tcPr>
            <w:tcW w:w="2694" w:type="dxa"/>
            <w:vAlign w:val="center"/>
          </w:tcPr>
          <w:p w:rsidRPr="009C54AE" w:rsidR="0085747A" w:rsidP="009C54AE" w:rsidRDefault="0085747A" w14:paraId="3A8E229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79D0FAA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48266E3E" w14:textId="77777777">
        <w:tc>
          <w:tcPr>
            <w:tcW w:w="2694" w:type="dxa"/>
            <w:vAlign w:val="center"/>
          </w:tcPr>
          <w:p w:rsidRPr="009C54AE" w:rsidR="0085747A" w:rsidP="009C54AE" w:rsidRDefault="0085747A" w14:paraId="0C0248C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6063C" w14:paraId="4EAFC50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3799E7C7" w14:textId="77777777">
        <w:tc>
          <w:tcPr>
            <w:tcW w:w="2694" w:type="dxa"/>
            <w:vAlign w:val="center"/>
          </w:tcPr>
          <w:p w:rsidRPr="009C54AE" w:rsidR="0085747A" w:rsidP="009C54AE" w:rsidRDefault="0085747A" w14:paraId="05600C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6063C" w14:paraId="50BB2C2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Pr="009C54AE" w:rsidR="0085747A" w:rsidTr="00B819C8" w14:paraId="6E9ABDF8" w14:textId="77777777">
        <w:tc>
          <w:tcPr>
            <w:tcW w:w="2694" w:type="dxa"/>
            <w:vAlign w:val="center"/>
          </w:tcPr>
          <w:p w:rsidRPr="009C54AE" w:rsidR="0085747A" w:rsidP="009C54AE" w:rsidRDefault="0085747A" w14:paraId="265D90B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6E84902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923D7D" w:rsidTr="00B819C8" w14:paraId="1408A74B" w14:textId="77777777">
        <w:tc>
          <w:tcPr>
            <w:tcW w:w="2694" w:type="dxa"/>
            <w:vAlign w:val="center"/>
          </w:tcPr>
          <w:p w:rsidRPr="009C54AE" w:rsidR="00923D7D" w:rsidP="009C54AE" w:rsidRDefault="00923D7D" w14:paraId="4176CD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B41CC7" w14:paraId="05C5E5AC" w14:textId="1069AC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00B819C8" w14:paraId="4F0F6878" w14:textId="77777777">
        <w:tc>
          <w:tcPr>
            <w:tcW w:w="2694" w:type="dxa"/>
            <w:vAlign w:val="center"/>
          </w:tcPr>
          <w:p w:rsidRPr="009C54AE" w:rsidR="0085747A" w:rsidP="009C54AE" w:rsidRDefault="0085747A" w14:paraId="2B0697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6063C" w14:paraId="36EA216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Pr="009C54AE" w:rsidR="0085747A" w:rsidTr="00B819C8" w14:paraId="7668D2B3" w14:textId="77777777">
        <w:tc>
          <w:tcPr>
            <w:tcW w:w="2694" w:type="dxa"/>
            <w:vAlign w:val="center"/>
          </w:tcPr>
          <w:p w:rsidRPr="009C54AE" w:rsidR="0085747A" w:rsidP="009C54AE" w:rsidRDefault="0085747A" w14:paraId="1D27A2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6063C" w14:paraId="1490145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:rsidRPr="009C54AE" w:rsidR="0085747A" w:rsidP="009C54AE" w:rsidRDefault="0085747A" w14:paraId="2E68045B" w14:textId="26ED98B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4A14B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677BDD1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5DE9B5F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7FB4C5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B41CC7" w14:paraId="68195836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1EABEA9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44526B0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8E1E2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CC045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747969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0685A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62A78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9C2816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5EBE4B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5B27AF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B24A6A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B41CC7" w14:paraId="6F2604A4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66063C" w14:paraId="2F59F4C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66063C" w14:paraId="29100BA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66063C" w14:paraId="679BB03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C4818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FA902F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1E2793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8503BF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91A6E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609DA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106C2" w14:paraId="0312467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2C4010AB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680A81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D06A07" w:rsidP="00D06A07" w:rsidRDefault="00D06A07" w14:paraId="74FDD36F" w14:textId="01D36D5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Pr="00D06A07" w:rsidR="00D06A07" w:rsidP="00D06A07" w:rsidRDefault="00D06A07" w14:paraId="48A5328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06A07">
        <w:rPr>
          <w:rStyle w:val="normaltextrun"/>
          <w:rFonts w:ascii="Segoe UI Symbol" w:hAnsi="Segoe UI Symbol" w:eastAsia="MS Gothic" w:cs="Segoe UI Symbol"/>
          <w:smallCaps w:val="0"/>
          <w:szCs w:val="24"/>
        </w:rPr>
        <w:t>☐</w:t>
      </w:r>
      <w:r w:rsidRPr="00D06A07">
        <w:rPr>
          <w:rStyle w:val="normaltextrun"/>
          <w:rFonts w:ascii="Corbel" w:hAnsi="Corbel" w:cs="Segoe UI"/>
          <w:smallCaps w:val="0"/>
          <w:szCs w:val="24"/>
        </w:rPr>
        <w:t> </w:t>
      </w:r>
      <w:r w:rsidRPr="00D06A0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D06A0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:rsidRPr="009C54AE" w:rsidR="0085747A" w:rsidP="009C54AE" w:rsidRDefault="0085747A" w14:paraId="6F3C445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616933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D06A07" w:rsidR="00E960BB" w:rsidP="009C54AE" w:rsidRDefault="0066063C" w14:paraId="540A557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06A07">
        <w:rPr>
          <w:rFonts w:ascii="Corbel" w:hAnsi="Corbel"/>
          <w:b w:val="0"/>
          <w:smallCaps w:val="0"/>
          <w:szCs w:val="24"/>
        </w:rPr>
        <w:t>Egzamin</w:t>
      </w:r>
    </w:p>
    <w:p w:rsidR="0066063C" w:rsidP="009C54AE" w:rsidRDefault="0066063C" w14:paraId="2B7CFF3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75586E3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77CB8400" w14:textId="77777777">
        <w:tc>
          <w:tcPr>
            <w:tcW w:w="9670" w:type="dxa"/>
          </w:tcPr>
          <w:p w:rsidRPr="0066063C" w:rsidR="0085747A" w:rsidP="0066063C" w:rsidRDefault="0066063C" w14:paraId="5C88665A" w14:textId="77777777">
            <w:pPr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  <w:lang w:eastAsia="pl-PL"/>
              </w:rPr>
              <w:t xml:space="preserve">Ogólna wiedza z zakresu </w:t>
            </w:r>
            <w:r w:rsidRPr="00EE2F98">
              <w:rPr>
                <w:rFonts w:ascii="Corbel" w:hAnsi="Corbel"/>
                <w:lang w:eastAsia="pl-PL"/>
              </w:rPr>
              <w:t>funkcjonowania sektora rz</w:t>
            </w:r>
            <w:r w:rsidRPr="00EE2F98">
              <w:rPr>
                <w:rFonts w:ascii="Corbel" w:hAnsi="Corbel" w:cs="TimesNewRoman"/>
                <w:lang w:eastAsia="pl-PL"/>
              </w:rPr>
              <w:t>ą</w:t>
            </w:r>
            <w:r w:rsidRPr="00EE2F98">
              <w:rPr>
                <w:rFonts w:ascii="Corbel" w:hAnsi="Corbel"/>
                <w:lang w:eastAsia="pl-PL"/>
              </w:rPr>
              <w:t>dowego, samorz</w:t>
            </w:r>
            <w:r w:rsidRPr="00EE2F98">
              <w:rPr>
                <w:rFonts w:ascii="Corbel" w:hAnsi="Corbel" w:cs="TimesNewRoman"/>
                <w:lang w:eastAsia="pl-PL"/>
              </w:rPr>
              <w:t>ą</w:t>
            </w:r>
            <w:r w:rsidRPr="00EE2F98">
              <w:rPr>
                <w:rFonts w:ascii="Corbel" w:hAnsi="Corbel"/>
                <w:lang w:eastAsia="pl-PL"/>
              </w:rPr>
              <w:t>dowego oraz zasad działalności gospodarczej.</w:t>
            </w:r>
          </w:p>
        </w:tc>
      </w:tr>
    </w:tbl>
    <w:p w:rsidR="00153C41" w:rsidP="009C54AE" w:rsidRDefault="00153C41" w14:paraId="5593F72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287C5BA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45D58F2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CE2AC4E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EF908F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00F25F88" w14:paraId="5AFC19FC" w14:textId="77777777">
        <w:tc>
          <w:tcPr>
            <w:tcW w:w="844" w:type="dxa"/>
            <w:vAlign w:val="center"/>
          </w:tcPr>
          <w:p w:rsidRPr="009719D3" w:rsidR="0085747A" w:rsidP="009719D3" w:rsidRDefault="0085747A" w14:paraId="02D9193D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19D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9719D3" w:rsidR="0085747A" w:rsidP="009719D3" w:rsidRDefault="0066063C" w14:paraId="5DA9ED29" w14:textId="77777777">
            <w:pPr>
              <w:spacing w:after="0" w:line="240" w:lineRule="auto"/>
              <w:rPr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Wskazanie roli i znaczenia instytucji lokalnych i regionalnych dla realizacji zada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publicznych, a tak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 xml:space="preserve">e w procesie absorpcji 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rodków UE. Ocena zmian układu instytucjonalnego w zwi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zku z wdra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aniem zasad polityki spójno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ci UE.</w:t>
            </w:r>
          </w:p>
        </w:tc>
      </w:tr>
      <w:tr w:rsidRPr="009C54AE" w:rsidR="0085747A" w:rsidTr="00F25F88" w14:paraId="10FAF4CB" w14:textId="77777777">
        <w:tc>
          <w:tcPr>
            <w:tcW w:w="844" w:type="dxa"/>
            <w:vAlign w:val="center"/>
          </w:tcPr>
          <w:p w:rsidRPr="009719D3" w:rsidR="0085747A" w:rsidP="009719D3" w:rsidRDefault="0066063C" w14:paraId="147DAC18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9719D3" w:rsidR="0085747A" w:rsidP="009719D3" w:rsidRDefault="00F25F88" w14:paraId="343FDC80" w14:textId="77777777">
            <w:pPr>
              <w:spacing w:after="0" w:line="240" w:lineRule="auto"/>
              <w:rPr>
                <w:sz w:val="24"/>
                <w:szCs w:val="24"/>
              </w:rPr>
            </w:pPr>
            <w:r w:rsidRPr="009719D3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Wypracowanie umiejętności identyfikacji układu instytucjonalnego w związku z pozyskiwaniem funduszy europejskich przez regiony i gminy.</w:t>
            </w:r>
          </w:p>
        </w:tc>
      </w:tr>
    </w:tbl>
    <w:p w:rsidRPr="009C54AE" w:rsidR="0085747A" w:rsidP="009C54AE" w:rsidRDefault="0085747A" w14:paraId="068DBE8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6D21B8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4576DA8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D81548" w14:paraId="0CCB1F16" w14:textId="77777777">
        <w:tc>
          <w:tcPr>
            <w:tcW w:w="1681" w:type="dxa"/>
            <w:vAlign w:val="center"/>
          </w:tcPr>
          <w:p w:rsidRPr="009C54AE" w:rsidR="0085747A" w:rsidP="009C54AE" w:rsidRDefault="0085747A" w14:paraId="7BA9D6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3DA79EF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628B15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F25F88" w14:paraId="5B1A3CA7" w14:textId="77777777">
        <w:tc>
          <w:tcPr>
            <w:tcW w:w="1681" w:type="dxa"/>
          </w:tcPr>
          <w:p w:rsidRPr="009C54AE" w:rsidR="0085747A" w:rsidP="009C54AE" w:rsidRDefault="00B41CC7" w14:paraId="677439ED" w14:textId="74156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2051BE" w:rsidR="00F25F88" w:rsidP="002051BE" w:rsidRDefault="00F25F88" w14:paraId="70DF1602" w14:textId="4109CB50">
            <w:pPr>
              <w:spacing w:after="0" w:line="240" w:lineRule="auto"/>
              <w:rPr>
                <w:sz w:val="24"/>
                <w:szCs w:val="24"/>
              </w:rPr>
            </w:pPr>
            <w:r w:rsidRPr="002051BE">
              <w:rPr>
                <w:rFonts w:ascii="Corbel" w:hAnsi="Corbel"/>
                <w:sz w:val="24"/>
                <w:szCs w:val="24"/>
              </w:rPr>
              <w:t>Zna i rozumie teoretyczne podstawy rozwoju oraz rozróżnia instrumenty oddziaływania instytucji na rozwój społeczno-gospodarczy w skali regionalne</w:t>
            </w:r>
            <w:r w:rsidR="00B41CC7">
              <w:rPr>
                <w:rFonts w:ascii="Corbel" w:hAnsi="Corbel"/>
                <w:sz w:val="24"/>
                <w:szCs w:val="24"/>
              </w:rPr>
              <w:t>j</w:t>
            </w:r>
            <w:r w:rsidRPr="002051BE">
              <w:rPr>
                <w:rFonts w:ascii="Corbel" w:hAnsi="Corbel"/>
                <w:sz w:val="24"/>
                <w:szCs w:val="24"/>
              </w:rPr>
              <w:t xml:space="preserve"> i lokalnej</w:t>
            </w:r>
          </w:p>
        </w:tc>
        <w:tc>
          <w:tcPr>
            <w:tcW w:w="1865" w:type="dxa"/>
          </w:tcPr>
          <w:p w:rsidRPr="002051BE" w:rsidR="0085747A" w:rsidP="004A14B2" w:rsidRDefault="002051BE" w14:paraId="395C2D8F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  <w:p w:rsidRPr="002051BE" w:rsidR="002051BE" w:rsidP="004A14B2" w:rsidRDefault="002051BE" w14:paraId="204C90E8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K_W02</w:t>
            </w:r>
          </w:p>
          <w:p w:rsidRPr="002051BE" w:rsidR="002051BE" w:rsidP="004A14B2" w:rsidRDefault="002051BE" w14:paraId="345FD27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85747A" w:rsidTr="00F25F88" w14:paraId="29B5BB3B" w14:textId="77777777">
        <w:tc>
          <w:tcPr>
            <w:tcW w:w="1681" w:type="dxa"/>
          </w:tcPr>
          <w:p w:rsidRPr="009C54AE" w:rsidR="0085747A" w:rsidP="009C54AE" w:rsidRDefault="00F25F88" w14:paraId="1895C4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2051BE" w:rsidR="0085747A" w:rsidP="002051BE" w:rsidRDefault="00F25F88" w14:paraId="44A27F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hAnsi="Corbel"/>
                <w:b w:val="0"/>
                <w:smallCaps w:val="0"/>
                <w:szCs w:val="24"/>
              </w:rPr>
              <w:t>Charakteryzuje powiązania i zależności pomiędzy poszczególnymi instytucjami</w:t>
            </w:r>
          </w:p>
        </w:tc>
        <w:tc>
          <w:tcPr>
            <w:tcW w:w="1865" w:type="dxa"/>
          </w:tcPr>
          <w:p w:rsidRPr="002051BE" w:rsidR="0085747A" w:rsidP="004A14B2" w:rsidRDefault="002051BE" w14:paraId="28FDBF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K_W09</w:t>
            </w:r>
          </w:p>
        </w:tc>
      </w:tr>
      <w:tr w:rsidRPr="009C54AE" w:rsidR="00F25F88" w:rsidTr="00F25F88" w14:paraId="415224C2" w14:textId="77777777">
        <w:tc>
          <w:tcPr>
            <w:tcW w:w="1681" w:type="dxa"/>
          </w:tcPr>
          <w:p w:rsidRPr="009C54AE" w:rsidR="00F25F88" w:rsidP="00F25F88" w:rsidRDefault="00B41CC7" w14:paraId="3BDC8047" w14:textId="75210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25F88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:rsidRPr="002051BE" w:rsidR="00F25F88" w:rsidP="002051BE" w:rsidRDefault="00F25F88" w14:paraId="153206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hAnsi="Corbel"/>
                <w:b w:val="0"/>
                <w:smallCaps w:val="0"/>
                <w:szCs w:val="24"/>
              </w:rPr>
              <w:t>Wymienia i charakteryzuje problemy w rozwoju społeczno-gospodarczym regionów i pojedynczych gmin</w:t>
            </w:r>
          </w:p>
        </w:tc>
        <w:tc>
          <w:tcPr>
            <w:tcW w:w="1865" w:type="dxa"/>
          </w:tcPr>
          <w:p w:rsidRPr="002051BE" w:rsidR="002051BE" w:rsidP="004A14B2" w:rsidRDefault="002051BE" w14:paraId="3B297286" w14:textId="0408776E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:rsidR="002051BE" w:rsidP="004A14B2" w:rsidRDefault="002051BE" w14:paraId="401B4663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K_U02</w:t>
            </w:r>
          </w:p>
          <w:p w:rsidRPr="002051BE" w:rsidR="00F25F88" w:rsidP="004A14B2" w:rsidRDefault="002051BE" w14:paraId="716817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K_U06</w:t>
            </w:r>
          </w:p>
        </w:tc>
      </w:tr>
      <w:tr w:rsidRPr="009C54AE" w:rsidR="00F25F88" w:rsidTr="00F25F88" w14:paraId="49326822" w14:textId="77777777">
        <w:tc>
          <w:tcPr>
            <w:tcW w:w="1681" w:type="dxa"/>
          </w:tcPr>
          <w:p w:rsidRPr="009C54AE" w:rsidR="00F25F88" w:rsidP="00F25F88" w:rsidRDefault="00F25F88" w14:paraId="07590D3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2051BE" w:rsidR="00F25F88" w:rsidP="002051BE" w:rsidRDefault="00F25F88" w14:paraId="7E5C5EDA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</w:rPr>
            </w:pPr>
            <w:r w:rsidRPr="002051BE">
              <w:rPr>
                <w:rFonts w:ascii="Corbel" w:hAnsi="Corbel"/>
                <w:sz w:val="24"/>
                <w:szCs w:val="24"/>
              </w:rPr>
              <w:t>Dokonuje prostych analiz parametrów cechujących poszczególne instytucje</w:t>
            </w:r>
          </w:p>
        </w:tc>
        <w:tc>
          <w:tcPr>
            <w:tcW w:w="1865" w:type="dxa"/>
          </w:tcPr>
          <w:p w:rsidRPr="002051BE" w:rsidR="00F25F88" w:rsidP="004A14B2" w:rsidRDefault="002051BE" w14:paraId="38AFBE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</w:tc>
      </w:tr>
      <w:tr w:rsidRPr="009C54AE" w:rsidR="00F25F88" w:rsidTr="00F25F88" w14:paraId="3741F780" w14:textId="77777777">
        <w:tc>
          <w:tcPr>
            <w:tcW w:w="1681" w:type="dxa"/>
          </w:tcPr>
          <w:p w:rsidRPr="009C54AE" w:rsidR="00F25F88" w:rsidP="00F25F88" w:rsidRDefault="00B41CC7" w14:paraId="2DD1BB2B" w14:textId="6DE3BF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25F88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974" w:type="dxa"/>
          </w:tcPr>
          <w:p w:rsidRPr="002051BE" w:rsidR="00F25F88" w:rsidP="002051BE" w:rsidRDefault="00F25F88" w14:paraId="620619C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1BE">
              <w:rPr>
                <w:rFonts w:ascii="Corbel" w:hAnsi="Corbel"/>
                <w:sz w:val="24"/>
                <w:szCs w:val="24"/>
              </w:rPr>
              <w:t>Rozumie potrzebę ciągłego poznawania zmieniających się warunków funkcjonowania instytucji w skali regionalnej i lokalnej</w:t>
            </w:r>
          </w:p>
        </w:tc>
        <w:tc>
          <w:tcPr>
            <w:tcW w:w="1865" w:type="dxa"/>
          </w:tcPr>
          <w:p w:rsidR="00F25F88" w:rsidP="004A14B2" w:rsidRDefault="002051BE" w14:paraId="1F184AED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szCs w:val="24"/>
                <w:lang w:eastAsia="pl-PL"/>
              </w:rPr>
            </w:pPr>
            <w:r w:rsidRPr="002051BE">
              <w:rPr>
                <w:rFonts w:ascii="Corbel" w:hAnsi="Corbel" w:eastAsia="Times New Roman" w:cstheme="minorHAnsi"/>
                <w:b w:val="0"/>
                <w:szCs w:val="24"/>
                <w:lang w:eastAsia="pl-PL"/>
              </w:rPr>
              <w:t>K_U10</w:t>
            </w:r>
          </w:p>
          <w:p w:rsidRPr="009C54AE" w:rsidR="002051BE" w:rsidP="004A14B2" w:rsidRDefault="002051BE" w14:paraId="01FF3932" w14:textId="2FC988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78C0B62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418E00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1957D2CD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593EBCEA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43474780" w14:textId="77777777">
        <w:tc>
          <w:tcPr>
            <w:tcW w:w="9639" w:type="dxa"/>
          </w:tcPr>
          <w:p w:rsidRPr="009C54AE" w:rsidR="0085747A" w:rsidP="009C54AE" w:rsidRDefault="0085747A" w14:paraId="56E250E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2009DC67" w14:textId="77777777">
        <w:tc>
          <w:tcPr>
            <w:tcW w:w="9639" w:type="dxa"/>
          </w:tcPr>
          <w:p w:rsidRPr="009719D3" w:rsidR="0085747A" w:rsidP="009C54AE" w:rsidRDefault="00561824" w14:paraId="208EC43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Znaczenie systemu instytucjonalnego w rozwoju regionalnym i lokalnym.</w:t>
            </w:r>
          </w:p>
        </w:tc>
      </w:tr>
      <w:tr w:rsidRPr="009C54AE" w:rsidR="0085747A" w:rsidTr="00923D7D" w14:paraId="38910B57" w14:textId="77777777">
        <w:tc>
          <w:tcPr>
            <w:tcW w:w="9639" w:type="dxa"/>
          </w:tcPr>
          <w:p w:rsidRPr="009719D3" w:rsidR="0085747A" w:rsidP="009C54AE" w:rsidRDefault="00561824" w14:paraId="3559294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Funkcjonowanie instytucji 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dowych i samorz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dowych w Polsce.</w:t>
            </w:r>
          </w:p>
        </w:tc>
      </w:tr>
      <w:tr w:rsidRPr="009C54AE" w:rsidR="0085747A" w:rsidTr="00923D7D" w14:paraId="003AB573" w14:textId="77777777">
        <w:tc>
          <w:tcPr>
            <w:tcW w:w="9639" w:type="dxa"/>
          </w:tcPr>
          <w:p w:rsidRPr="009719D3" w:rsidR="0085747A" w:rsidP="009C54AE" w:rsidRDefault="00561824" w14:paraId="2F6CE93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Działalność 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agencji 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dowych.</w:t>
            </w:r>
          </w:p>
        </w:tc>
      </w:tr>
      <w:tr w:rsidRPr="009C54AE" w:rsidR="00561824" w:rsidTr="00923D7D" w14:paraId="7900EA13" w14:textId="77777777">
        <w:tc>
          <w:tcPr>
            <w:tcW w:w="9639" w:type="dxa"/>
          </w:tcPr>
          <w:p w:rsidRPr="009719D3" w:rsidR="00561824" w:rsidP="009C54AE" w:rsidRDefault="00561824" w14:paraId="674FBC8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Zmiany układu instytucjonalnego wynikaj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ce z polityki spójno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ci UE.</w:t>
            </w:r>
          </w:p>
        </w:tc>
      </w:tr>
      <w:tr w:rsidRPr="009C54AE" w:rsidR="00561824" w:rsidTr="00923D7D" w14:paraId="0D0CBD5F" w14:textId="77777777">
        <w:tc>
          <w:tcPr>
            <w:tcW w:w="9639" w:type="dxa"/>
          </w:tcPr>
          <w:p w:rsidRPr="009719D3" w:rsidR="00561824" w:rsidP="009C54AE" w:rsidRDefault="00561824" w14:paraId="3320D15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Układ instytucjonalny zwi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zany z zarz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 xml:space="preserve">dzaniem 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rodkami z bud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etu UE.</w:t>
            </w:r>
          </w:p>
        </w:tc>
      </w:tr>
      <w:tr w:rsidRPr="009C54AE" w:rsidR="00561824" w:rsidTr="00923D7D" w14:paraId="1DC54AA9" w14:textId="77777777">
        <w:tc>
          <w:tcPr>
            <w:tcW w:w="9639" w:type="dxa"/>
          </w:tcPr>
          <w:p w:rsidRPr="00B41CC7" w:rsidR="00561824" w:rsidP="00B41CC7" w:rsidRDefault="00561824" w14:paraId="3CC99E2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CC7">
              <w:rPr>
                <w:rFonts w:ascii="Corbel" w:hAnsi="Corbel"/>
                <w:sz w:val="24"/>
                <w:szCs w:val="24"/>
                <w:lang w:eastAsia="pl-PL"/>
              </w:rPr>
              <w:t>Układ instytucji szczebla regionalnego i lokalnego odpowiedzialnych za polityk</w:t>
            </w:r>
            <w:r w:rsidRPr="00B41CC7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41CC7">
              <w:rPr>
                <w:rFonts w:ascii="Corbel" w:hAnsi="Corbel"/>
                <w:sz w:val="24"/>
                <w:szCs w:val="24"/>
                <w:lang w:eastAsia="pl-PL"/>
              </w:rPr>
              <w:t xml:space="preserve">ochrony </w:t>
            </w:r>
            <w:r w:rsidRPr="00B41CC7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B41CC7">
              <w:rPr>
                <w:rFonts w:ascii="Corbel" w:hAnsi="Corbel"/>
                <w:sz w:val="24"/>
                <w:szCs w:val="24"/>
                <w:lang w:eastAsia="pl-PL"/>
              </w:rPr>
              <w:t>rodowiska.</w:t>
            </w:r>
          </w:p>
        </w:tc>
      </w:tr>
      <w:tr w:rsidRPr="009C54AE" w:rsidR="00561824" w:rsidTr="00923D7D" w14:paraId="5DBB7E88" w14:textId="77777777">
        <w:tc>
          <w:tcPr>
            <w:tcW w:w="9639" w:type="dxa"/>
          </w:tcPr>
          <w:p w:rsidRPr="009719D3" w:rsidR="00561824" w:rsidP="009C54AE" w:rsidRDefault="00561824" w14:paraId="34CDFEF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pośrednictwa pracy i przeciwdziałania bezrobociu.</w:t>
            </w:r>
          </w:p>
        </w:tc>
      </w:tr>
      <w:tr w:rsidRPr="009C54AE" w:rsidR="00561824" w:rsidTr="00923D7D" w14:paraId="6CDE6BC5" w14:textId="77777777">
        <w:tc>
          <w:tcPr>
            <w:tcW w:w="9639" w:type="dxa"/>
          </w:tcPr>
          <w:p w:rsidRPr="009719D3" w:rsidR="00561824" w:rsidP="009C54AE" w:rsidRDefault="00561824" w14:paraId="7CF20CB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badawczo – rozwojowe i ich działalność.</w:t>
            </w:r>
          </w:p>
        </w:tc>
      </w:tr>
      <w:tr w:rsidRPr="009C54AE" w:rsidR="00561824" w:rsidTr="00923D7D" w14:paraId="4B6C48CD" w14:textId="77777777">
        <w:tc>
          <w:tcPr>
            <w:tcW w:w="9639" w:type="dxa"/>
          </w:tcPr>
          <w:p w:rsidRPr="009719D3" w:rsidR="00561824" w:rsidP="009C54AE" w:rsidRDefault="00561824" w14:paraId="2BD953B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finansowe wspierające rozwój regionalny i lokalny.</w:t>
            </w:r>
          </w:p>
        </w:tc>
      </w:tr>
      <w:tr w:rsidRPr="009C54AE" w:rsidR="00561824" w:rsidTr="00923D7D" w14:paraId="50D4171B" w14:textId="77777777">
        <w:tc>
          <w:tcPr>
            <w:tcW w:w="9639" w:type="dxa"/>
          </w:tcPr>
          <w:p w:rsidRPr="009719D3" w:rsidR="00561824" w:rsidP="009C54AE" w:rsidRDefault="00561824" w14:paraId="1431AD5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Instytucje szkoleniowo – konsultingowe i doradcze.</w:t>
            </w:r>
          </w:p>
        </w:tc>
      </w:tr>
      <w:tr w:rsidRPr="009C54AE" w:rsidR="00561824" w:rsidTr="00923D7D" w14:paraId="2A122C16" w14:textId="77777777">
        <w:tc>
          <w:tcPr>
            <w:tcW w:w="9639" w:type="dxa"/>
          </w:tcPr>
          <w:p w:rsidRPr="00B41CC7" w:rsidR="00561824" w:rsidP="00B41CC7" w:rsidRDefault="00561824" w14:paraId="7387569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CC7">
              <w:rPr>
                <w:rFonts w:ascii="Corbel" w:hAnsi="Corbel"/>
                <w:sz w:val="24"/>
                <w:szCs w:val="24"/>
              </w:rPr>
              <w:t>Zasady współpracy instytucji szczebla regionalnego i lokalnego w rozwoju społeczno-gospodarczym.</w:t>
            </w:r>
          </w:p>
        </w:tc>
      </w:tr>
      <w:tr w:rsidRPr="009C54AE" w:rsidR="00561824" w:rsidTr="00923D7D" w14:paraId="197FDA20" w14:textId="77777777">
        <w:tc>
          <w:tcPr>
            <w:tcW w:w="9639" w:type="dxa"/>
          </w:tcPr>
          <w:p w:rsidRPr="009719D3" w:rsidR="00561824" w:rsidP="009C54AE" w:rsidRDefault="00561824" w14:paraId="16320F4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Instytucjonalne formy wspierania przedsiębiorczości</w:t>
            </w:r>
          </w:p>
        </w:tc>
      </w:tr>
    </w:tbl>
    <w:p w:rsidRPr="009C54AE" w:rsidR="0085747A" w:rsidP="009C54AE" w:rsidRDefault="0085747A" w14:paraId="58DFC93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C379A7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1C2DFD15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5C43FBE" w14:textId="77777777">
        <w:tc>
          <w:tcPr>
            <w:tcW w:w="9639" w:type="dxa"/>
          </w:tcPr>
          <w:p w:rsidRPr="009C54AE" w:rsidR="0085747A" w:rsidP="009C54AE" w:rsidRDefault="0085747A" w14:paraId="2B52E26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242C2586" w14:textId="77777777">
        <w:tc>
          <w:tcPr>
            <w:tcW w:w="9639" w:type="dxa"/>
          </w:tcPr>
          <w:p w:rsidRPr="009719D3" w:rsidR="0085747A" w:rsidP="009C54AE" w:rsidRDefault="00E54FCF" w14:paraId="74CE29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Układ instytucjonalny i jego znaczenie w rozwoju regionalnym i lokalnym</w:t>
            </w:r>
          </w:p>
        </w:tc>
      </w:tr>
      <w:tr w:rsidRPr="009C54AE" w:rsidR="0085747A" w:rsidTr="00923D7D" w14:paraId="6D0D008C" w14:textId="77777777">
        <w:tc>
          <w:tcPr>
            <w:tcW w:w="9639" w:type="dxa"/>
          </w:tcPr>
          <w:p w:rsidRPr="009719D3" w:rsidR="0085747A" w:rsidP="009C54AE" w:rsidRDefault="00E54FCF" w14:paraId="4CA83BD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rządowe i samorządowe - charakterystyka</w:t>
            </w:r>
          </w:p>
        </w:tc>
      </w:tr>
      <w:tr w:rsidRPr="009C54AE" w:rsidR="0085747A" w:rsidTr="00923D7D" w14:paraId="34D0E0C2" w14:textId="77777777">
        <w:tc>
          <w:tcPr>
            <w:tcW w:w="9639" w:type="dxa"/>
          </w:tcPr>
          <w:p w:rsidRPr="009719D3" w:rsidR="0085747A" w:rsidP="009C54AE" w:rsidRDefault="00E54FCF" w14:paraId="26DAD95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Agencje rządowe - charakterystyka</w:t>
            </w:r>
          </w:p>
        </w:tc>
      </w:tr>
      <w:tr w:rsidRPr="009C54AE" w:rsidR="00561824" w:rsidTr="00923D7D" w14:paraId="7CEA118E" w14:textId="77777777">
        <w:tc>
          <w:tcPr>
            <w:tcW w:w="9639" w:type="dxa"/>
          </w:tcPr>
          <w:p w:rsidRPr="009719D3" w:rsidR="00561824" w:rsidP="009C54AE" w:rsidRDefault="00E54FCF" w14:paraId="4C4B398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i organizacje finansowe - charakterystyka</w:t>
            </w:r>
          </w:p>
        </w:tc>
      </w:tr>
      <w:tr w:rsidRPr="009C54AE" w:rsidR="00561824" w:rsidTr="00923D7D" w14:paraId="1E355E71" w14:textId="77777777">
        <w:tc>
          <w:tcPr>
            <w:tcW w:w="9639" w:type="dxa"/>
          </w:tcPr>
          <w:p w:rsidRPr="009719D3" w:rsidR="00561824" w:rsidP="009C54AE" w:rsidRDefault="00E54FCF" w14:paraId="3AB072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doradcze w rozwoju regionu i gminy</w:t>
            </w:r>
          </w:p>
        </w:tc>
      </w:tr>
      <w:tr w:rsidRPr="009C54AE" w:rsidR="00561824" w:rsidTr="00923D7D" w14:paraId="1B745243" w14:textId="77777777">
        <w:tc>
          <w:tcPr>
            <w:tcW w:w="9639" w:type="dxa"/>
          </w:tcPr>
          <w:p w:rsidRPr="009719D3" w:rsidR="00561824" w:rsidP="009C54AE" w:rsidRDefault="00E54FCF" w14:paraId="0074C9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Ocena działalności instytucji odpowiedzialnych za ochronę środowiska przyrodniczego</w:t>
            </w:r>
          </w:p>
        </w:tc>
      </w:tr>
      <w:tr w:rsidRPr="009C54AE" w:rsidR="00561824" w:rsidTr="00923D7D" w14:paraId="6F0D9D97" w14:textId="77777777">
        <w:tc>
          <w:tcPr>
            <w:tcW w:w="9639" w:type="dxa"/>
          </w:tcPr>
          <w:p w:rsidRPr="009719D3" w:rsidR="00561824" w:rsidP="009C54AE" w:rsidRDefault="00E54FCF" w14:paraId="588485C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Ocena działalności instytucji pośrednictwa pracy i przeciwdziałania bezrobociu</w:t>
            </w:r>
          </w:p>
        </w:tc>
      </w:tr>
      <w:tr w:rsidRPr="009C54AE" w:rsidR="00561824" w:rsidTr="00923D7D" w14:paraId="1E4FA383" w14:textId="77777777">
        <w:tc>
          <w:tcPr>
            <w:tcW w:w="9639" w:type="dxa"/>
          </w:tcPr>
          <w:p w:rsidRPr="009719D3" w:rsidR="00561824" w:rsidP="009C54AE" w:rsidRDefault="00E54FCF" w14:paraId="78638E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Rola instytucji badawczo – rozwojowych</w:t>
            </w:r>
          </w:p>
        </w:tc>
      </w:tr>
      <w:tr w:rsidRPr="009C54AE" w:rsidR="00561824" w:rsidTr="00923D7D" w14:paraId="79B71DE9" w14:textId="77777777">
        <w:tc>
          <w:tcPr>
            <w:tcW w:w="9639" w:type="dxa"/>
          </w:tcPr>
          <w:p w:rsidRPr="009719D3" w:rsidR="00561824" w:rsidP="009C54AE" w:rsidRDefault="00E54FCF" w14:paraId="70409C3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Współdziałanie instytucji wspierających rozwój społeczno-gospodarczy na poziomie regionu i gminy</w:t>
            </w:r>
          </w:p>
        </w:tc>
      </w:tr>
    </w:tbl>
    <w:p w:rsidRPr="009C54AE" w:rsidR="0085747A" w:rsidP="009C54AE" w:rsidRDefault="0085747A" w14:paraId="01036BC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B49AB8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E54FCF" w:rsidP="009C54AE" w:rsidRDefault="00E54FCF" w14:paraId="5446EAEF" w14:textId="7777777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P="009C54AE" w:rsidRDefault="00E54FCF" w14:paraId="3FAFA65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</w:t>
      </w:r>
    </w:p>
    <w:p w:rsidRPr="009C54AE" w:rsidR="00E54FCF" w:rsidP="009C54AE" w:rsidRDefault="00E54FCF" w14:paraId="508E524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 moderowana, analiza i interpretacja danych empirycznych, analiza studium przypadku, przygotowanie referatów i prezentacji.</w:t>
      </w:r>
    </w:p>
    <w:p w:rsidR="00E54FCF" w:rsidP="009C54AE" w:rsidRDefault="00E54FCF" w14:paraId="7EF7E188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Pr="009C54AE" w:rsidR="0085747A" w:rsidP="009C54AE" w:rsidRDefault="00C61DC5" w14:paraId="3061381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1CB21C2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7EEF4C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5319D1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9C54AE" w:rsidR="0085747A" w:rsidTr="00855E69" w14:paraId="740D8069" w14:textId="77777777">
        <w:tc>
          <w:tcPr>
            <w:tcW w:w="1962" w:type="dxa"/>
            <w:vAlign w:val="center"/>
          </w:tcPr>
          <w:p w:rsidRPr="009C54AE" w:rsidR="0085747A" w:rsidP="009C54AE" w:rsidRDefault="0071620A" w14:paraId="7B6415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9C54AE" w:rsidR="0085747A" w:rsidP="00B41CC7" w:rsidRDefault="00F974DA" w14:paraId="5276F070" w14:textId="260DA7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0" w:type="dxa"/>
            <w:vAlign w:val="center"/>
          </w:tcPr>
          <w:p w:rsidRPr="009C54AE" w:rsidR="0085747A" w:rsidP="00B41CC7" w:rsidRDefault="0085747A" w14:paraId="780507E9" w14:textId="5584BA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Pr="009C54AE" w:rsidR="0085747A" w:rsidTr="00855E69" w14:paraId="5E38DCC7" w14:textId="77777777">
        <w:tc>
          <w:tcPr>
            <w:tcW w:w="1962" w:type="dxa"/>
          </w:tcPr>
          <w:p w:rsidRPr="00855E69" w:rsidR="0085747A" w:rsidP="009106C2" w:rsidRDefault="0085747A" w14:paraId="450425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:rsidRPr="00855E69" w:rsidR="0085747A" w:rsidP="009106C2" w:rsidRDefault="00855E69" w14:paraId="4B169BE9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referat, kolokwium, egzamin</w:t>
            </w:r>
          </w:p>
        </w:tc>
        <w:tc>
          <w:tcPr>
            <w:tcW w:w="2120" w:type="dxa"/>
          </w:tcPr>
          <w:p w:rsidRPr="00855E69" w:rsidR="0085747A" w:rsidP="00D06A07" w:rsidRDefault="00855E69" w14:paraId="3D681D4D" w14:textId="77777777">
            <w:pPr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Pr="009C54AE" w:rsidR="00855E69" w:rsidTr="00855E69" w14:paraId="6BA14B8B" w14:textId="77777777">
        <w:tc>
          <w:tcPr>
            <w:tcW w:w="1962" w:type="dxa"/>
          </w:tcPr>
          <w:p w:rsidRPr="00855E69" w:rsidR="00855E69" w:rsidP="009106C2" w:rsidRDefault="00855E69" w14:paraId="467A94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855E69" w:rsidR="00855E69" w:rsidP="009106C2" w:rsidRDefault="00855E69" w14:paraId="67AF879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referat, kolokwium, egzamin</w:t>
            </w:r>
          </w:p>
        </w:tc>
        <w:tc>
          <w:tcPr>
            <w:tcW w:w="2120" w:type="dxa"/>
          </w:tcPr>
          <w:p w:rsidRPr="00855E69" w:rsidR="00855E69" w:rsidP="00D06A07" w:rsidRDefault="00855E69" w14:paraId="53F15045" w14:textId="77777777">
            <w:pPr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Pr="009C54AE" w:rsidR="0085747A" w:rsidTr="00855E69" w14:paraId="5E4F1A80" w14:textId="77777777">
        <w:tc>
          <w:tcPr>
            <w:tcW w:w="1962" w:type="dxa"/>
          </w:tcPr>
          <w:p w:rsidRPr="00855E69" w:rsidR="0085747A" w:rsidP="009106C2" w:rsidRDefault="00855E69" w14:paraId="25DC03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:rsidRPr="00855E69" w:rsidR="0085747A" w:rsidP="009106C2" w:rsidRDefault="00855E69" w14:paraId="04828782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ocena aktywności, referat, kolokwium, egzamin</w:t>
            </w:r>
          </w:p>
        </w:tc>
        <w:tc>
          <w:tcPr>
            <w:tcW w:w="2120" w:type="dxa"/>
          </w:tcPr>
          <w:p w:rsidRPr="00D06A07" w:rsidR="0085747A" w:rsidP="00D06A07" w:rsidRDefault="00855E69" w14:paraId="1E953C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6A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9C54AE" w:rsidR="00855E69" w:rsidTr="00855E69" w14:paraId="5967CD9F" w14:textId="77777777">
        <w:tc>
          <w:tcPr>
            <w:tcW w:w="1962" w:type="dxa"/>
          </w:tcPr>
          <w:p w:rsidRPr="00855E69" w:rsidR="00855E69" w:rsidP="009106C2" w:rsidRDefault="00855E69" w14:paraId="1BB888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:rsidRPr="00855E69" w:rsidR="00855E69" w:rsidP="009106C2" w:rsidRDefault="00855E69" w14:paraId="115974D7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ocena aktywności, referat, kolokwium, egzamin</w:t>
            </w:r>
          </w:p>
        </w:tc>
        <w:tc>
          <w:tcPr>
            <w:tcW w:w="2120" w:type="dxa"/>
          </w:tcPr>
          <w:p w:rsidRPr="00D06A07" w:rsidR="00855E69" w:rsidP="00D06A07" w:rsidRDefault="00855E69" w14:paraId="2FE403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6A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9C54AE" w:rsidR="00855E69" w:rsidTr="00855E69" w14:paraId="12E899E2" w14:textId="77777777">
        <w:tc>
          <w:tcPr>
            <w:tcW w:w="1962" w:type="dxa"/>
          </w:tcPr>
          <w:p w:rsidRPr="00855E69" w:rsidR="00855E69" w:rsidP="009106C2" w:rsidRDefault="00855E69" w14:paraId="7E4831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:rsidRPr="00855E69" w:rsidR="00855E69" w:rsidP="009106C2" w:rsidRDefault="00855E69" w14:paraId="329E80DE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ocena aktywności, referat, kolokwium, egzamin</w:t>
            </w:r>
          </w:p>
        </w:tc>
        <w:tc>
          <w:tcPr>
            <w:tcW w:w="2120" w:type="dxa"/>
          </w:tcPr>
          <w:p w:rsidRPr="00D06A07" w:rsidR="00855E69" w:rsidP="00D06A07" w:rsidRDefault="00855E69" w14:paraId="05C2880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6A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00642ED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E64FF3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239F9B0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374796A" w14:paraId="6BFDC49E" w14:textId="77777777">
        <w:tc>
          <w:tcPr>
            <w:tcW w:w="9670" w:type="dxa"/>
            <w:tcMar/>
          </w:tcPr>
          <w:p w:rsidRPr="003B2AE6" w:rsidR="00855E69" w:rsidP="00855E69" w:rsidRDefault="00855E69" w14:paraId="3D0C21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:rsidRPr="003B2AE6" w:rsidR="00855E69" w:rsidP="00855E69" w:rsidRDefault="00855E69" w14:paraId="1561CB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:rsidRPr="00855E69" w:rsidR="0085747A" w:rsidP="4374796A" w:rsidRDefault="00855E69" w14:paraId="63C086BC" w14:textId="4B04CEF7">
            <w:pPr>
              <w:pStyle w:val="Normalny"/>
              <w:spacing w:after="0"/>
              <w:rPr>
                <w:rFonts w:ascii="Corbel" w:hAnsi="Corbel"/>
              </w:rPr>
            </w:pPr>
            <w:r w:rsidRPr="4374796A" w:rsidR="3FF2A336">
              <w:rPr>
                <w:rFonts w:ascii="Corbel" w:hAnsi="Corbel"/>
              </w:rPr>
              <w:t>2. Ćwiczenia - uz</w:t>
            </w:r>
            <w:r w:rsidRPr="4374796A" w:rsidR="3FF2A336">
              <w:rPr>
                <w:rFonts w:ascii="Corbel" w:hAnsi="Corbel"/>
              </w:rPr>
              <w:t>yskanie pozytywnej oceny z kolokwium</w:t>
            </w:r>
            <w:r w:rsidRPr="4374796A" w:rsidR="3FF2A336">
              <w:rPr>
                <w:rFonts w:ascii="Corbel" w:hAnsi="Corbel"/>
              </w:rPr>
              <w:t>, efektów pracy zespołowej (referat i prezentacja multimedialna wybranego zagadnienia)</w:t>
            </w:r>
            <w:r w:rsidRPr="4374796A" w:rsidR="25ABAC33">
              <w:rPr>
                <w:rFonts w:ascii="Corbel" w:hAnsi="Corbel"/>
              </w:rPr>
              <w:t xml:space="preserve">. </w:t>
            </w:r>
            <w:r w:rsidRPr="4374796A" w:rsidR="3FF2A336">
              <w:rPr>
                <w:rFonts w:ascii="Corbel" w:hAnsi="Corbel"/>
              </w:rPr>
              <w:t>Ocena końcowa stanowić będzie ś</w:t>
            </w:r>
            <w:r w:rsidRPr="4374796A" w:rsidR="3FF2A336">
              <w:rPr>
                <w:rFonts w:ascii="Corbel" w:hAnsi="Corbel"/>
              </w:rPr>
              <w:t>rednią arytmetyczną z kolokwium</w:t>
            </w:r>
            <w:r w:rsidRPr="4374796A" w:rsidR="3FF2A336">
              <w:rPr>
                <w:rFonts w:ascii="Corbel" w:hAnsi="Corbel"/>
              </w:rPr>
              <w:t xml:space="preserve">, referatu i prezentacji </w:t>
            </w:r>
            <w:r w:rsidRPr="4374796A" w:rsidR="3AADF6CC">
              <w:rPr>
                <w:rFonts w:ascii="Corbel" w:hAnsi="Corbel" w:eastAsia="Corbel" w:cs="Corbel"/>
                <w:noProof w:val="0"/>
                <w:sz w:val="22"/>
                <w:szCs w:val="22"/>
                <w:lang w:val="pl-PL"/>
              </w:rPr>
              <w:t xml:space="preserve">z możliwością skorygowania o 0,5 stopnia za aktywność studenta na ćwiczeniach. </w:t>
            </w:r>
          </w:p>
        </w:tc>
      </w:tr>
    </w:tbl>
    <w:p w:rsidRPr="009C54AE" w:rsidR="0085747A" w:rsidP="009C54AE" w:rsidRDefault="0085747A" w14:paraId="016CD7F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7A4D37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950C4A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0F5129A8" w14:textId="77777777">
        <w:tc>
          <w:tcPr>
            <w:tcW w:w="4962" w:type="dxa"/>
            <w:vAlign w:val="center"/>
          </w:tcPr>
          <w:p w:rsidRPr="009C54AE" w:rsidR="0085747A" w:rsidP="009C54AE" w:rsidRDefault="00C61DC5" w14:paraId="4A9468B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3A815971" w14:textId="53DA6D5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A14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AD620E3" w14:textId="77777777">
        <w:tc>
          <w:tcPr>
            <w:tcW w:w="4962" w:type="dxa"/>
          </w:tcPr>
          <w:p w:rsidRPr="009C54AE" w:rsidR="0085747A" w:rsidP="009C54AE" w:rsidRDefault="00C61DC5" w14:paraId="37B7D1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B41CC7" w:rsidRDefault="00855E69" w14:paraId="21E149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C61DC5" w:rsidTr="00923D7D" w14:paraId="226E0A0A" w14:textId="77777777">
        <w:tc>
          <w:tcPr>
            <w:tcW w:w="4962" w:type="dxa"/>
          </w:tcPr>
          <w:p w:rsidRPr="009C54AE" w:rsidR="00C61DC5" w:rsidP="009C54AE" w:rsidRDefault="00C61DC5" w14:paraId="63B886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917196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B41CC7" w:rsidRDefault="00855E69" w14:paraId="46360BC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3DFACFFC" w14:textId="77777777">
        <w:tc>
          <w:tcPr>
            <w:tcW w:w="4962" w:type="dxa"/>
          </w:tcPr>
          <w:p w:rsidRPr="009C54AE" w:rsidR="0071620A" w:rsidP="009C54AE" w:rsidRDefault="00C61DC5" w14:paraId="7283DF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4811B3A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B41CC7" w:rsidRDefault="009106C2" w14:paraId="6A258F6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Pr="009C54AE" w:rsidR="0085747A" w:rsidTr="00923D7D" w14:paraId="77CE43E3" w14:textId="77777777">
        <w:tc>
          <w:tcPr>
            <w:tcW w:w="4962" w:type="dxa"/>
          </w:tcPr>
          <w:p w:rsidRPr="009C54AE" w:rsidR="0085747A" w:rsidP="009C54AE" w:rsidRDefault="0085747A" w14:paraId="5A09DC8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B41CC7" w:rsidRDefault="009106C2" w14:paraId="475DE2B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0480AB3F" w14:textId="77777777">
        <w:tc>
          <w:tcPr>
            <w:tcW w:w="4962" w:type="dxa"/>
          </w:tcPr>
          <w:p w:rsidRPr="009C54AE" w:rsidR="0085747A" w:rsidP="009C54AE" w:rsidRDefault="0085747A" w14:paraId="3F0F66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B41CC7" w:rsidRDefault="009106C2" w14:paraId="4CD78E7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57363EB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710E07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D8074A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408C7D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Pr="009C54AE" w:rsidR="0085747A" w:rsidTr="00B41CC7" w14:paraId="1325A2C1" w14:textId="77777777">
        <w:trPr>
          <w:trHeight w:val="397"/>
        </w:trPr>
        <w:tc>
          <w:tcPr>
            <w:tcW w:w="4082" w:type="dxa"/>
          </w:tcPr>
          <w:p w:rsidRPr="009C54AE" w:rsidR="0085747A" w:rsidP="009C54AE" w:rsidRDefault="0085747A" w14:paraId="5FE78F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Pr="009C54AE" w:rsidR="0085747A" w:rsidP="00B41CC7" w:rsidRDefault="009106C2" w14:paraId="518269E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B41CC7" w14:paraId="6C1FEB9C" w14:textId="77777777">
        <w:trPr>
          <w:trHeight w:val="397"/>
        </w:trPr>
        <w:tc>
          <w:tcPr>
            <w:tcW w:w="4082" w:type="dxa"/>
          </w:tcPr>
          <w:p w:rsidRPr="009C54AE" w:rsidR="0085747A" w:rsidP="009C54AE" w:rsidRDefault="0085747A" w14:paraId="25E185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Pr="009C54AE" w:rsidR="0085747A" w:rsidP="00B41CC7" w:rsidRDefault="009106C2" w14:paraId="57D6F27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1F9EA49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41D753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1925E36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9C54AE" w:rsidR="0085747A" w:rsidTr="2E0153D5" w14:paraId="347ECFCE" w14:textId="77777777">
        <w:trPr>
          <w:trHeight w:val="397"/>
        </w:trPr>
        <w:tc>
          <w:tcPr>
            <w:tcW w:w="9497" w:type="dxa"/>
            <w:tcMar/>
          </w:tcPr>
          <w:p w:rsidRPr="009106C2" w:rsidR="0085747A" w:rsidP="009719D3" w:rsidRDefault="0085747A" w14:paraId="5D925B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06C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9106C2" w:rsidR="009106C2" w:rsidP="009719D3" w:rsidRDefault="009106C2" w14:paraId="52BC2A76" w14:textId="77777777">
            <w:pPr>
              <w:pStyle w:val="Default"/>
              <w:jc w:val="both"/>
              <w:rPr>
                <w:rFonts w:ascii="Corbel" w:hAnsi="Corbel"/>
              </w:rPr>
            </w:pPr>
            <w:r w:rsidRPr="009106C2">
              <w:rPr>
                <w:rFonts w:ascii="Corbel" w:hAnsi="Corbel"/>
              </w:rPr>
              <w:t xml:space="preserve">1. A. Czudec, R. Kata, T. Miś, D. Zając, Rola lokalnych instytucji w przekształceniach rolnictwa o rozdrobnionej strukturze gospodarstw, Wydawnictwo Uniwersytetu Rzeszowskiego, Rzeszów 2008. </w:t>
            </w:r>
          </w:p>
          <w:p w:rsidRPr="009106C2" w:rsidR="009106C2" w:rsidP="009719D3" w:rsidRDefault="009106C2" w14:paraId="17B5CCCF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</w:rPr>
            </w:pPr>
            <w:r w:rsidRPr="009106C2">
              <w:rPr>
                <w:rFonts w:ascii="Corbel" w:hAnsi="Corbel"/>
                <w:sz w:val="24"/>
                <w:szCs w:val="24"/>
              </w:rPr>
              <w:t>2. E. Zeman-Miszewska (red.), Polskie samorządy lokalne w okresie transformacji - instytucje i ich przeobrażenia, Wydawnictwo Akademii Ekonomicznej im. Karola Adamieckiego w Katowicach, Katowice 2010.</w:t>
            </w:r>
          </w:p>
        </w:tc>
      </w:tr>
      <w:tr w:rsidRPr="009C54AE" w:rsidR="0085747A" w:rsidTr="2E0153D5" w14:paraId="78BADBF3" w14:textId="77777777">
        <w:trPr>
          <w:trHeight w:val="397"/>
        </w:trPr>
        <w:tc>
          <w:tcPr>
            <w:tcW w:w="9497" w:type="dxa"/>
            <w:tcMar/>
          </w:tcPr>
          <w:p w:rsidRPr="009106C2" w:rsidR="009106C2" w:rsidP="009719D3" w:rsidRDefault="0085747A" w14:paraId="7FF6EA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06C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Pr="009106C2" w:rsidR="009106C2" w:rsidP="4374796A" w:rsidRDefault="009106C2" w14:paraId="3E9F5ED0" w14:textId="77777777">
            <w:pPr>
              <w:pStyle w:val="Default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374796A" w:rsidR="009106C2">
              <w:rPr>
                <w:rFonts w:ascii="Corbel" w:hAnsi="Corbel" w:eastAsia="Corbel" w:cs="Corbel"/>
                <w:sz w:val="24"/>
                <w:szCs w:val="24"/>
              </w:rPr>
              <w:t xml:space="preserve">1. T. Dołęgowski, Konkurencyjność instytucjonalna i systemowa w warunkach gospodarki globalnej, Monografie i opracowania nr 505, SGH, Warszawa 2006. </w:t>
            </w:r>
          </w:p>
          <w:p w:rsidRPr="009106C2" w:rsidR="009106C2" w:rsidP="4374796A" w:rsidRDefault="009106C2" w14:paraId="77816E1D" w14:textId="57E710D6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4374796A" w:rsidR="009106C2">
              <w:rPr>
                <w:rFonts w:ascii="Corbel" w:hAnsi="Corbel" w:eastAsia="Corbel" w:cs="Corbel"/>
                <w:sz w:val="24"/>
                <w:szCs w:val="24"/>
              </w:rPr>
              <w:t xml:space="preserve">2. W. </w:t>
            </w:r>
            <w:proofErr w:type="spellStart"/>
            <w:r w:rsidRPr="4374796A" w:rsidR="009106C2">
              <w:rPr>
                <w:rFonts w:ascii="Corbel" w:hAnsi="Corbel" w:eastAsia="Corbel" w:cs="Corbel"/>
                <w:sz w:val="24"/>
                <w:szCs w:val="24"/>
              </w:rPr>
              <w:t>Burdecka</w:t>
            </w:r>
            <w:proofErr w:type="spellEnd"/>
            <w:r w:rsidRPr="4374796A" w:rsidR="009106C2">
              <w:rPr>
                <w:rFonts w:ascii="Corbel" w:hAnsi="Corbel" w:eastAsia="Corbel" w:cs="Corbel"/>
                <w:sz w:val="24"/>
                <w:szCs w:val="24"/>
              </w:rPr>
              <w:t>, Instytucje otoczenia biznesu we wspieraniu inwestorów, PARP, Warszawa 2010.</w:t>
            </w:r>
          </w:p>
          <w:p w:rsidRPr="009106C2" w:rsidR="009106C2" w:rsidP="4374796A" w:rsidRDefault="009106C2" w14:paraId="7D02D6BF" w14:textId="5ED0A88E">
            <w:pPr>
              <w:spacing w:after="0" w:line="240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2E0153D5" w:rsidR="2FF2D0C1">
              <w:rPr>
                <w:rFonts w:ascii="Corbel" w:hAnsi="Corbel" w:eastAsia="Corbel" w:cs="Corbel"/>
                <w:sz w:val="24"/>
                <w:szCs w:val="24"/>
              </w:rPr>
              <w:t xml:space="preserve">3. </w:t>
            </w:r>
            <w:r w:rsidRPr="2E0153D5" w:rsidR="6F66DC76">
              <w:rPr>
                <w:rFonts w:ascii="Corbel" w:hAnsi="Corbel" w:eastAsia="Corbel" w:cs="Corbel"/>
                <w:sz w:val="24"/>
                <w:szCs w:val="24"/>
              </w:rPr>
              <w:t xml:space="preserve">B. </w:t>
            </w:r>
            <w:r w:rsidRPr="2E0153D5" w:rsidR="63DA985C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Grzebyk</w:t>
            </w:r>
            <w:r w:rsidRPr="2E0153D5" w:rsidR="613C0B9A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T.</w:t>
            </w:r>
            <w:r w:rsidRPr="2E0153D5" w:rsidR="63DA985C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Miś</w:t>
            </w:r>
            <w:r w:rsidRPr="2E0153D5" w:rsidR="4200C142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A. </w:t>
            </w:r>
            <w:r w:rsidRPr="2E0153D5" w:rsidR="63DA985C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Walenia</w:t>
            </w:r>
            <w:r w:rsidRPr="2E0153D5" w:rsidR="00DFFAF1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D. </w:t>
            </w:r>
            <w:r w:rsidRPr="2E0153D5" w:rsidR="63DA985C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Zając</w:t>
            </w:r>
            <w:r w:rsidRPr="2E0153D5" w:rsidR="37DC88BE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</w:t>
            </w:r>
            <w:r w:rsidRPr="2E0153D5" w:rsidR="63DA985C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Rola instrumentów wspólnej polityki rolnej w zrównoważonym rozwoju rolnictwa i obszarów wiejskich, Rzeszów: Wyd. Uniwersytetu Rzeszowskiego</w:t>
            </w:r>
            <w:r w:rsidRPr="2E0153D5" w:rsidR="6984783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Rzeszów 2017.</w:t>
            </w:r>
          </w:p>
          <w:p w:rsidRPr="009106C2" w:rsidR="009106C2" w:rsidP="2E0153D5" w:rsidRDefault="009106C2" w14:paraId="03052DCE" w14:textId="3FBE709A">
            <w:pPr>
              <w:pStyle w:val="Normalny"/>
              <w:spacing w:after="0" w:line="240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2E0153D5" w:rsidR="63DA985C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4. </w:t>
            </w:r>
            <w:r w:rsidRPr="2E0153D5" w:rsidR="078A09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B. </w:t>
            </w:r>
            <w:r w:rsidRPr="2E0153D5" w:rsidR="63DA985C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Grzebyk</w:t>
            </w:r>
            <w:r w:rsidRPr="2E0153D5" w:rsidR="3FDC5392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A. </w:t>
            </w:r>
            <w:r w:rsidRPr="2E0153D5" w:rsidR="63DA985C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Walenia</w:t>
            </w:r>
            <w:r w:rsidRPr="2E0153D5" w:rsidR="24D9666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</w:t>
            </w:r>
            <w:r w:rsidRPr="2E0153D5" w:rsidR="63DA985C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Zadania instytucji zarządzających w procesie wdrażania regionalnych programów operacyjnych w regionach Polski Wschodniej, [w:] Nierówności Społeczne a wzrost gospodarczy, z. 40 (4/2014), Rzeszów: Wyd. Uniwersytetu Rzeszowskiego</w:t>
            </w:r>
            <w:r w:rsidRPr="2E0153D5" w:rsidR="58D4742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Rzeszów 2014.</w:t>
            </w:r>
          </w:p>
        </w:tc>
      </w:tr>
    </w:tbl>
    <w:p w:rsidRPr="009C54AE" w:rsidR="0085747A" w:rsidP="009C54AE" w:rsidRDefault="0085747A" w14:paraId="3394E84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729EAA1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BF092E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B4B02" w:rsidP="00C16ABF" w:rsidRDefault="00AB4B02" w14:paraId="6C1D314B" w14:textId="77777777">
      <w:pPr>
        <w:spacing w:after="0" w:line="240" w:lineRule="auto"/>
      </w:pPr>
      <w:r>
        <w:separator/>
      </w:r>
    </w:p>
  </w:endnote>
  <w:endnote w:type="continuationSeparator" w:id="0">
    <w:p w:rsidR="00AB4B02" w:rsidP="00C16ABF" w:rsidRDefault="00AB4B02" w14:paraId="061F08A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B4B02" w:rsidP="00C16ABF" w:rsidRDefault="00AB4B02" w14:paraId="516F1FB0" w14:textId="77777777">
      <w:pPr>
        <w:spacing w:after="0" w:line="240" w:lineRule="auto"/>
      </w:pPr>
      <w:r>
        <w:separator/>
      </w:r>
    </w:p>
  </w:footnote>
  <w:footnote w:type="continuationSeparator" w:id="0">
    <w:p w:rsidR="00AB4B02" w:rsidP="00C16ABF" w:rsidRDefault="00AB4B02" w14:paraId="67A93CF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332EA2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2">
    <w:abstractNumId w:val="1"/>
  </w: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897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51BE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4B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824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63C"/>
    <w:rsid w:val="006620D9"/>
    <w:rsid w:val="00671958"/>
    <w:rsid w:val="00675843"/>
    <w:rsid w:val="00681025"/>
    <w:rsid w:val="00696477"/>
    <w:rsid w:val="006D050F"/>
    <w:rsid w:val="006D6139"/>
    <w:rsid w:val="006E1EFB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9"/>
    <w:rsid w:val="0085747A"/>
    <w:rsid w:val="00884922"/>
    <w:rsid w:val="00885F64"/>
    <w:rsid w:val="008917F9"/>
    <w:rsid w:val="0089636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6C2"/>
    <w:rsid w:val="00916188"/>
    <w:rsid w:val="00923D7D"/>
    <w:rsid w:val="009508DF"/>
    <w:rsid w:val="00950DAC"/>
    <w:rsid w:val="00954A07"/>
    <w:rsid w:val="009719D3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2F19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B02"/>
    <w:rsid w:val="00AD1146"/>
    <w:rsid w:val="00AD27D3"/>
    <w:rsid w:val="00AD66D6"/>
    <w:rsid w:val="00AE1160"/>
    <w:rsid w:val="00AE203C"/>
    <w:rsid w:val="00AE2E74"/>
    <w:rsid w:val="00AE5FCB"/>
    <w:rsid w:val="00AF2C1E"/>
    <w:rsid w:val="00AF46CF"/>
    <w:rsid w:val="00B06142"/>
    <w:rsid w:val="00B135B1"/>
    <w:rsid w:val="00B3130B"/>
    <w:rsid w:val="00B40ADB"/>
    <w:rsid w:val="00B41CC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B3F"/>
    <w:rsid w:val="00D06A0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548"/>
    <w:rsid w:val="00D8678B"/>
    <w:rsid w:val="00D93696"/>
    <w:rsid w:val="00DA2114"/>
    <w:rsid w:val="00DA6057"/>
    <w:rsid w:val="00DC6D0C"/>
    <w:rsid w:val="00DE09C0"/>
    <w:rsid w:val="00DE4A14"/>
    <w:rsid w:val="00DF320D"/>
    <w:rsid w:val="00DF71C8"/>
    <w:rsid w:val="00DFFAF1"/>
    <w:rsid w:val="00E129B8"/>
    <w:rsid w:val="00E21E7D"/>
    <w:rsid w:val="00E22FBC"/>
    <w:rsid w:val="00E24BF5"/>
    <w:rsid w:val="00E25338"/>
    <w:rsid w:val="00E51E44"/>
    <w:rsid w:val="00E5320E"/>
    <w:rsid w:val="00E54FCF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F88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3F2A39"/>
    <w:rsid w:val="0399253D"/>
    <w:rsid w:val="078A0919"/>
    <w:rsid w:val="08E5486C"/>
    <w:rsid w:val="09954360"/>
    <w:rsid w:val="13073B99"/>
    <w:rsid w:val="24D96660"/>
    <w:rsid w:val="25ABAC33"/>
    <w:rsid w:val="25C8B467"/>
    <w:rsid w:val="2E0153D5"/>
    <w:rsid w:val="2E7B3730"/>
    <w:rsid w:val="2EC87834"/>
    <w:rsid w:val="2FF2D0C1"/>
    <w:rsid w:val="37DC88BE"/>
    <w:rsid w:val="3AADF6CC"/>
    <w:rsid w:val="3FDC5392"/>
    <w:rsid w:val="3FF2A336"/>
    <w:rsid w:val="4200C142"/>
    <w:rsid w:val="429E7C9E"/>
    <w:rsid w:val="4374796A"/>
    <w:rsid w:val="491D0DDE"/>
    <w:rsid w:val="58897842"/>
    <w:rsid w:val="58D47427"/>
    <w:rsid w:val="5F7AF007"/>
    <w:rsid w:val="613C0B9A"/>
    <w:rsid w:val="63DA985C"/>
    <w:rsid w:val="69847834"/>
    <w:rsid w:val="6F0A1A5F"/>
    <w:rsid w:val="6F66DC76"/>
    <w:rsid w:val="734EA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748ED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D06A0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D06A07"/>
  </w:style>
  <w:style w:type="character" w:styleId="spellingerror" w:customStyle="1">
    <w:name w:val="spellingerror"/>
    <w:basedOn w:val="Domylnaczcionkaakapitu"/>
    <w:rsid w:val="00D06A07"/>
  </w:style>
  <w:style w:type="character" w:styleId="eop" w:customStyle="1">
    <w:name w:val="eop"/>
    <w:basedOn w:val="Domylnaczcionkaakapitu"/>
    <w:rsid w:val="00D06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289D1A-7315-4F2A-A2DC-02F165D1B8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0C8B22-494F-4FC6-8926-B104A9491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A3C1EB-19D2-4110-A491-37717DBD4D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40274E-A544-44C2-AF66-D2FAA4AEDF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Grzebyk Bogumiła</lastModifiedBy>
  <revision>11</revision>
  <lastPrinted>2019-02-06T12:12:00.0000000Z</lastPrinted>
  <dcterms:created xsi:type="dcterms:W3CDTF">2020-11-26T11:47:00.0000000Z</dcterms:created>
  <dcterms:modified xsi:type="dcterms:W3CDTF">2020-12-10T22:06:58.5917248Z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